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177" w:rsidRPr="005766DE" w:rsidRDefault="00144177" w:rsidP="00144177">
      <w:pPr>
        <w:jc w:val="center"/>
        <w:rPr>
          <w:b/>
          <w:bCs/>
          <w:sz w:val="28"/>
          <w:szCs w:val="28"/>
        </w:rPr>
      </w:pPr>
      <w:r w:rsidRPr="005766DE">
        <w:rPr>
          <w:b/>
          <w:bCs/>
          <w:sz w:val="28"/>
          <w:szCs w:val="28"/>
        </w:rPr>
        <w:t>OFERTA NA DOSTAWĘ</w:t>
      </w:r>
    </w:p>
    <w:p w:rsidR="0006094B" w:rsidRDefault="00BC2828" w:rsidP="0006094B">
      <w:pPr>
        <w:spacing w:after="120"/>
        <w:ind w:left="6" w:hanging="6"/>
        <w:jc w:val="center"/>
        <w:rPr>
          <w:rFonts w:eastAsia="Calibri"/>
          <w:b/>
          <w:sz w:val="28"/>
          <w:szCs w:val="28"/>
        </w:rPr>
      </w:pPr>
      <w:r w:rsidRPr="00BC2828">
        <w:rPr>
          <w:rFonts w:eastAsia="Calibri"/>
          <w:b/>
          <w:sz w:val="28"/>
          <w:szCs w:val="28"/>
        </w:rPr>
        <w:t>MATERIAŁÓW OPATRUNKOWYCH Z PODZIAŁEM NA CZĘŚCI</w:t>
      </w:r>
    </w:p>
    <w:p w:rsidR="00144177" w:rsidRDefault="00702A3D" w:rsidP="00144177">
      <w:pPr>
        <w:spacing w:before="120" w:after="120"/>
        <w:ind w:left="6" w:hanging="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część</w:t>
      </w:r>
      <w:r w:rsidR="00903CCE">
        <w:rPr>
          <w:b/>
          <w:bCs/>
          <w:sz w:val="28"/>
          <w:szCs w:val="28"/>
        </w:rPr>
        <w:t xml:space="preserve"> nr …………</w:t>
      </w:r>
    </w:p>
    <w:p w:rsidR="00707657" w:rsidRPr="00CE5BBC" w:rsidRDefault="00707657" w:rsidP="00144177">
      <w:pPr>
        <w:spacing w:before="120" w:after="120"/>
        <w:ind w:left="6" w:hanging="6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933C7B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="00933C7B" w:rsidRPr="00A50565">
        <w:rPr>
          <w:sz w:val="22"/>
        </w:rPr>
        <w:t>Pełne dane adresowe Wykonawcy/Wykonawców</w:t>
      </w:r>
      <w:r w:rsidR="00933C7B" w:rsidRPr="00A50565">
        <w:rPr>
          <w:rStyle w:val="Odwoanieprzypisudolnego"/>
          <w:sz w:val="22"/>
        </w:rPr>
        <w:footnoteReference w:id="1"/>
      </w:r>
      <w:r w:rsidR="000E6F21" w:rsidRPr="00A50565">
        <w:rPr>
          <w:sz w:val="22"/>
        </w:rPr>
        <w:t>: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b/>
          <w:sz w:val="22"/>
          <w:szCs w:val="22"/>
        </w:rPr>
        <w:t>Nazwa (firma)</w:t>
      </w:r>
      <w:r w:rsidRPr="00A50565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..............................</w:t>
      </w:r>
      <w:r w:rsidRPr="00A50565">
        <w:rPr>
          <w:rFonts w:ascii="Times New Roman" w:hAnsi="Times New Roman" w:cs="Times New Roman"/>
          <w:sz w:val="22"/>
          <w:szCs w:val="22"/>
        </w:rPr>
        <w:t>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Siedziba 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Nr telefonu/nr faksu .......................................................................................................................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</w:t>
      </w:r>
      <w:r w:rsidRPr="00A50565">
        <w:rPr>
          <w:rFonts w:ascii="Times New Roman" w:hAnsi="Times New Roman" w:cs="Times New Roman"/>
          <w:sz w:val="22"/>
          <w:szCs w:val="22"/>
        </w:rPr>
        <w:t>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...................................................................................................................................................,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do korespondencji 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NIP .......................................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.. 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REGON 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e-mail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: 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</w:p>
    <w:p w:rsidR="00CE5BBC" w:rsidRPr="00363C6E" w:rsidRDefault="00CE5BBC" w:rsidP="00A50565">
      <w:pPr>
        <w:spacing w:before="80" w:line="276" w:lineRule="auto"/>
        <w:rPr>
          <w:sz w:val="22"/>
          <w:szCs w:val="22"/>
        </w:rPr>
      </w:pPr>
    </w:p>
    <w:p w:rsidR="00136EC5" w:rsidRDefault="0027141C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postępowaniu o udz</w:t>
      </w:r>
      <w:r w:rsidR="00136EC5">
        <w:rPr>
          <w:sz w:val="22"/>
          <w:szCs w:val="22"/>
        </w:rPr>
        <w:t>ielenie zamówienia oświadczenia, wnioski, zawiadomienia oraz informacje Zamawiający przekazuje osobiście, za pomocą operatora pocztowego na adres Wykonawcy: …………………………………………………………………………………………………..,</w:t>
      </w:r>
    </w:p>
    <w:p w:rsidR="00BD3411" w:rsidRDefault="00136EC5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 pomocą środków komunikacji elektronicznej na adres Wykonawcy: </w:t>
      </w:r>
    </w:p>
    <w:p w:rsidR="000E6F21" w:rsidRDefault="00BD3411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mail: </w:t>
      </w:r>
      <w:r w:rsidR="00136EC5">
        <w:rPr>
          <w:sz w:val="22"/>
          <w:szCs w:val="22"/>
        </w:rPr>
        <w:t>……………………………</w:t>
      </w:r>
      <w:r>
        <w:rPr>
          <w:sz w:val="22"/>
          <w:szCs w:val="22"/>
        </w:rPr>
        <w:t xml:space="preserve"> faks: </w:t>
      </w:r>
      <w:r w:rsidR="00136EC5">
        <w:rPr>
          <w:sz w:val="22"/>
          <w:szCs w:val="22"/>
        </w:rPr>
        <w:t xml:space="preserve">……………………………………………………... </w:t>
      </w:r>
    </w:p>
    <w:p w:rsidR="00BD3411" w:rsidRDefault="00BD3411" w:rsidP="00BD341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jednocześnie oświadczam</w:t>
      </w:r>
      <w:r w:rsidR="00DA37AA">
        <w:rPr>
          <w:sz w:val="22"/>
          <w:szCs w:val="22"/>
        </w:rPr>
        <w:t>,</w:t>
      </w:r>
      <w:r>
        <w:rPr>
          <w:sz w:val="22"/>
          <w:szCs w:val="22"/>
        </w:rPr>
        <w:t xml:space="preserve"> że w/w środki komunikacji elektronicznej po terminie złożenia oferty będą </w:t>
      </w:r>
      <w:r w:rsidR="008E6FCC">
        <w:rPr>
          <w:sz w:val="22"/>
          <w:szCs w:val="22"/>
        </w:rPr>
        <w:t>aktywne/czynne i sprawne przez cały okres trwania postępowania. W przypadku braku możliwości skorzystania z w/w środków komunikacji zamawiający zostanie niezwłocznie poinformowany.</w:t>
      </w:r>
    </w:p>
    <w:p w:rsidR="00D96FB5" w:rsidRPr="00A50565" w:rsidRDefault="00D96FB5" w:rsidP="00BD3411">
      <w:pPr>
        <w:spacing w:line="276" w:lineRule="auto"/>
        <w:jc w:val="both"/>
        <w:rPr>
          <w:sz w:val="22"/>
          <w:szCs w:val="22"/>
        </w:rPr>
      </w:pPr>
    </w:p>
    <w:p w:rsidR="000409F4" w:rsidRPr="0015482E" w:rsidRDefault="00116660" w:rsidP="00B5491C">
      <w:pPr>
        <w:pStyle w:val="Nagwek1"/>
      </w:pPr>
      <w:r w:rsidRPr="00A50565">
        <w:t>Odpowiadając na ogłoszenie o zamówieniu w</w:t>
      </w:r>
      <w:r w:rsidR="00612F8A" w:rsidRPr="00A50565">
        <w:t xml:space="preserve"> postępowaniu prowadzonym w</w:t>
      </w:r>
      <w:r w:rsidRPr="00A50565">
        <w:t xml:space="preserve"> trybie przetargu nieograniczonego </w:t>
      </w:r>
      <w:r w:rsidR="009A221A" w:rsidRPr="00A50565">
        <w:t>na podstawie art. 10 ust. 1</w:t>
      </w:r>
      <w:r w:rsidR="00136EC5">
        <w:t xml:space="preserve"> oraz art. 39 - 46</w:t>
      </w:r>
      <w:r w:rsidR="009A221A" w:rsidRPr="00A50565">
        <w:t xml:space="preserve"> ustawy z dnia 29 stycznia 2004 r.- Prawo zamówień publicznych (</w:t>
      </w:r>
      <w:r w:rsidR="00136EC5">
        <w:t xml:space="preserve">tekst jedn.: </w:t>
      </w:r>
      <w:r w:rsidR="00294B15" w:rsidRPr="00A50565">
        <w:t>Dz.U. z</w:t>
      </w:r>
      <w:r w:rsidR="0088034C">
        <w:t xml:space="preserve"> 2019 r. poz. 1843</w:t>
      </w:r>
      <w:r w:rsidR="009A221A" w:rsidRPr="00A50565">
        <w:t>), na</w:t>
      </w:r>
      <w:r w:rsidR="004C0A21" w:rsidRPr="00A50565">
        <w:t xml:space="preserve"> realizacje zadania pod nazwą</w:t>
      </w:r>
      <w:r w:rsidR="009A221A" w:rsidRPr="00A50565">
        <w:t xml:space="preserve">: </w:t>
      </w:r>
      <w:r w:rsidR="00E87E55">
        <w:t>„</w:t>
      </w:r>
      <w:r w:rsidR="00BC2828" w:rsidRPr="00BC2828">
        <w:rPr>
          <w:rFonts w:cs="Times New Roman"/>
          <w:b/>
          <w:szCs w:val="20"/>
        </w:rPr>
        <w:t>dostawa materiałów opatrunkowych z podziałem na części</w:t>
      </w:r>
      <w:r w:rsidR="0020623A" w:rsidRPr="00BB1D4A">
        <w:rPr>
          <w:b/>
          <w:szCs w:val="20"/>
        </w:rPr>
        <w:t>”</w:t>
      </w:r>
    </w:p>
    <w:p w:rsidR="00A50565" w:rsidRPr="00A50565" w:rsidRDefault="00A50565" w:rsidP="00A50565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sz w:val="22"/>
          <w:szCs w:val="22"/>
        </w:rPr>
      </w:pPr>
    </w:p>
    <w:p w:rsidR="00A112D7" w:rsidRDefault="005B0AE2" w:rsidP="00A50565">
      <w:pPr>
        <w:spacing w:line="276" w:lineRule="auto"/>
        <w:jc w:val="both"/>
        <w:rPr>
          <w:sz w:val="22"/>
          <w:szCs w:val="22"/>
        </w:rPr>
      </w:pPr>
      <w:r w:rsidRPr="00A50565">
        <w:rPr>
          <w:rFonts w:cs="Arial"/>
          <w:sz w:val="22"/>
          <w:szCs w:val="22"/>
        </w:rPr>
        <w:t xml:space="preserve">Oferujemy wykonanie </w:t>
      </w:r>
      <w:r w:rsidR="00DA37AA">
        <w:t>przedmiotu za</w:t>
      </w:r>
      <w:r w:rsidR="005F589B">
        <w:t>mówienia opisanego w treści SIWZ</w:t>
      </w:r>
      <w:r w:rsidR="00DA37AA">
        <w:t xml:space="preserve"> z wszystkimi jej załącznikami i dokonanymi zmianami czy modyfikacjami </w:t>
      </w:r>
      <w:r w:rsidR="00116660" w:rsidRPr="00A50565">
        <w:rPr>
          <w:rFonts w:cs="Arial"/>
          <w:sz w:val="22"/>
          <w:szCs w:val="22"/>
        </w:rPr>
        <w:t>zgodnie z</w:t>
      </w:r>
      <w:r w:rsidR="00116660" w:rsidRPr="00A50565">
        <w:rPr>
          <w:sz w:val="22"/>
          <w:szCs w:val="22"/>
        </w:rPr>
        <w:t xml:space="preserve"> wym</w:t>
      </w:r>
      <w:r w:rsidR="005B364B" w:rsidRPr="00A50565">
        <w:rPr>
          <w:sz w:val="22"/>
          <w:szCs w:val="22"/>
        </w:rPr>
        <w:t>aganiami określonymi w SIWZ</w:t>
      </w:r>
      <w:r w:rsidR="00CE032B">
        <w:rPr>
          <w:sz w:val="22"/>
          <w:szCs w:val="22"/>
        </w:rPr>
        <w:t xml:space="preserve"> Część ………</w:t>
      </w:r>
      <w:r w:rsidR="00116660" w:rsidRPr="00A50565">
        <w:rPr>
          <w:sz w:val="22"/>
          <w:szCs w:val="22"/>
        </w:rPr>
        <w:t>za cenę</w:t>
      </w:r>
      <w:r w:rsidR="00C91AD9">
        <w:rPr>
          <w:sz w:val="22"/>
          <w:szCs w:val="22"/>
        </w:rPr>
        <w:t>:</w:t>
      </w:r>
    </w:p>
    <w:p w:rsidR="005E5A1C" w:rsidRPr="00A50565" w:rsidRDefault="00A50565" w:rsidP="00A50565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Wartość netto </w:t>
      </w:r>
      <w:r w:rsidR="005E5A1C" w:rsidRPr="00A50565">
        <w:rPr>
          <w:sz w:val="22"/>
          <w:szCs w:val="22"/>
        </w:rPr>
        <w:t>......................</w:t>
      </w:r>
      <w:r w:rsidR="00CE5BBC" w:rsidRPr="00A50565">
        <w:rPr>
          <w:sz w:val="22"/>
          <w:szCs w:val="22"/>
        </w:rPr>
        <w:t>............</w:t>
      </w:r>
      <w:r w:rsidR="005E5A1C" w:rsidRPr="00A50565">
        <w:rPr>
          <w:sz w:val="22"/>
          <w:szCs w:val="22"/>
        </w:rPr>
        <w:t>.zł (słownie: ......</w:t>
      </w:r>
      <w:r w:rsidR="009C51D3" w:rsidRPr="00A50565">
        <w:rPr>
          <w:sz w:val="22"/>
          <w:szCs w:val="22"/>
        </w:rPr>
        <w:t>.....</w:t>
      </w:r>
      <w:r w:rsidR="00612F8A" w:rsidRPr="00A50565">
        <w:rPr>
          <w:sz w:val="22"/>
          <w:szCs w:val="22"/>
        </w:rPr>
        <w:t>....................</w:t>
      </w:r>
      <w:r>
        <w:rPr>
          <w:sz w:val="22"/>
          <w:szCs w:val="22"/>
        </w:rPr>
        <w:t>.</w:t>
      </w:r>
      <w:r w:rsidR="005E5A1C" w:rsidRPr="00A50565">
        <w:rPr>
          <w:sz w:val="22"/>
          <w:szCs w:val="22"/>
        </w:rPr>
        <w:t>............ złotych)</w:t>
      </w:r>
    </w:p>
    <w:p w:rsidR="005E5A1C" w:rsidRPr="00A50565" w:rsidRDefault="005E5A1C" w:rsidP="00A50565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VAT ........ % tj. ................</w:t>
      </w:r>
      <w:r w:rsidR="00CE5BBC" w:rsidRPr="00A50565">
        <w:rPr>
          <w:sz w:val="22"/>
          <w:szCs w:val="22"/>
        </w:rPr>
        <w:t>...........</w:t>
      </w:r>
      <w:r w:rsidRPr="00A50565">
        <w:rPr>
          <w:sz w:val="22"/>
          <w:szCs w:val="22"/>
        </w:rPr>
        <w:t xml:space="preserve">.... zł </w:t>
      </w:r>
      <w:r w:rsidR="00612F8A" w:rsidRPr="00A50565">
        <w:rPr>
          <w:sz w:val="22"/>
          <w:szCs w:val="22"/>
        </w:rPr>
        <w:t>(słownie:</w:t>
      </w:r>
      <w:r w:rsidR="00A50565">
        <w:rPr>
          <w:sz w:val="22"/>
          <w:szCs w:val="22"/>
        </w:rPr>
        <w:t xml:space="preserve"> ............................</w:t>
      </w:r>
      <w:r w:rsidR="00612F8A" w:rsidRPr="00A50565">
        <w:rPr>
          <w:sz w:val="22"/>
          <w:szCs w:val="22"/>
        </w:rPr>
        <w:t>................ złotych)</w:t>
      </w:r>
    </w:p>
    <w:p w:rsidR="00540F6A" w:rsidRDefault="005E5A1C" w:rsidP="00B226A6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Wartość br</w:t>
      </w:r>
      <w:r w:rsidR="00612F8A" w:rsidRPr="00A50565">
        <w:rPr>
          <w:sz w:val="22"/>
          <w:szCs w:val="22"/>
        </w:rPr>
        <w:t>utto ....................</w:t>
      </w:r>
      <w:r w:rsidR="00CE5BBC" w:rsidRPr="00A50565">
        <w:rPr>
          <w:sz w:val="22"/>
          <w:szCs w:val="22"/>
        </w:rPr>
        <w:t>...........</w:t>
      </w:r>
      <w:r w:rsidR="00612F8A" w:rsidRPr="00A50565">
        <w:rPr>
          <w:sz w:val="22"/>
          <w:szCs w:val="22"/>
        </w:rPr>
        <w:t>...zł (słownie: ...........................</w:t>
      </w:r>
      <w:r w:rsidR="00A50565">
        <w:rPr>
          <w:sz w:val="22"/>
          <w:szCs w:val="22"/>
        </w:rPr>
        <w:t>.......</w:t>
      </w:r>
      <w:r w:rsidR="00612F8A" w:rsidRPr="00A50565">
        <w:rPr>
          <w:sz w:val="22"/>
          <w:szCs w:val="22"/>
        </w:rPr>
        <w:t>........... złotych)</w:t>
      </w:r>
    </w:p>
    <w:p w:rsidR="00B226A6" w:rsidRDefault="00B226A6" w:rsidP="00B226A6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załączonym formularzem cenowym.</w:t>
      </w:r>
    </w:p>
    <w:p w:rsidR="007A6779" w:rsidRDefault="005B0AE2" w:rsidP="001677C7">
      <w:pPr>
        <w:spacing w:before="120" w:line="276" w:lineRule="auto"/>
        <w:jc w:val="both"/>
        <w:rPr>
          <w:sz w:val="22"/>
        </w:rPr>
      </w:pPr>
      <w:r w:rsidRPr="00A50565">
        <w:rPr>
          <w:sz w:val="22"/>
        </w:rPr>
        <w:t xml:space="preserve">Oświadczamy, że </w:t>
      </w:r>
      <w:r w:rsidRPr="00A50565">
        <w:rPr>
          <w:spacing w:val="-6"/>
          <w:sz w:val="22"/>
        </w:rPr>
        <w:t xml:space="preserve">powyższa cena </w:t>
      </w:r>
      <w:r w:rsidRPr="00A50565">
        <w:rPr>
          <w:sz w:val="22"/>
        </w:rPr>
        <w:t>obejmuje wykonanie wszelkich czynności niezbędnych do realizacj</w:t>
      </w:r>
      <w:r w:rsidR="0075211C">
        <w:rPr>
          <w:sz w:val="22"/>
        </w:rPr>
        <w:t xml:space="preserve">i przedmiotu zamówienia </w:t>
      </w:r>
      <w:r w:rsidRPr="00A50565">
        <w:rPr>
          <w:sz w:val="22"/>
        </w:rPr>
        <w:t xml:space="preserve">zgodnie z postanowieniami SIWZ, w tym </w:t>
      </w:r>
      <w:r w:rsidR="0015482E">
        <w:rPr>
          <w:sz w:val="22"/>
        </w:rPr>
        <w:t>wzorem</w:t>
      </w:r>
      <w:r w:rsidRPr="00A50565">
        <w:rPr>
          <w:sz w:val="22"/>
        </w:rPr>
        <w:t xml:space="preserve"> umowy</w:t>
      </w:r>
      <w:r w:rsidR="002154CF" w:rsidRPr="00A50565">
        <w:rPr>
          <w:sz w:val="22"/>
        </w:rPr>
        <w:t>.</w:t>
      </w:r>
    </w:p>
    <w:p w:rsidR="00DE0251" w:rsidRPr="00DE0251" w:rsidRDefault="00DE0251" w:rsidP="001677C7">
      <w:pPr>
        <w:spacing w:before="120" w:line="276" w:lineRule="auto"/>
        <w:jc w:val="both"/>
        <w:rPr>
          <w:sz w:val="22"/>
        </w:rPr>
      </w:pPr>
    </w:p>
    <w:p w:rsidR="00E1676A" w:rsidRDefault="00E1676A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 w:rsidRPr="00E1676A">
        <w:rPr>
          <w:sz w:val="22"/>
          <w:szCs w:val="22"/>
        </w:rPr>
        <w:t xml:space="preserve">Informujemy, że </w:t>
      </w:r>
      <w:r w:rsidRPr="00E1676A">
        <w:rPr>
          <w:rFonts w:eastAsia="CIDFont+F2"/>
          <w:sz w:val="22"/>
          <w:szCs w:val="22"/>
        </w:rPr>
        <w:t xml:space="preserve">wybór oferty nie będzie/będzie* </w:t>
      </w:r>
      <w:r>
        <w:rPr>
          <w:rFonts w:eastAsia="CIDFont+F2"/>
          <w:sz w:val="22"/>
          <w:szCs w:val="22"/>
        </w:rPr>
        <w:t>prowadzić do powstania u Zamawiającego obowiązku podatkowego zgodnie z przepisami o podatku od towarów i usług</w:t>
      </w:r>
      <w:r w:rsidR="00026F65">
        <w:rPr>
          <w:rFonts w:eastAsia="CIDFont+F2"/>
          <w:sz w:val="22"/>
          <w:szCs w:val="22"/>
        </w:rPr>
        <w:t>.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lastRenderedPageBreak/>
        <w:t>Nazwa (rodzaj) towaru lub usługi wraz z podaniem ich wartość bez kwoty podatku, których dostawa lub świadczenie będzie prowadzić do powstania u Zamawiającego obowiązku podatkowego zgodnie z przepisami o podatku od towarów i usług: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……………………………………………………………………………………………………………</w:t>
      </w:r>
    </w:p>
    <w:p w:rsidR="000F3811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(jeżeli nie występuje wpisać „nie dotyczy”)</w:t>
      </w:r>
    </w:p>
    <w:p w:rsidR="00DE0251" w:rsidRDefault="00DE0251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</w:p>
    <w:p w:rsidR="00043CAF" w:rsidRPr="00043CAF" w:rsidRDefault="00043CAF" w:rsidP="001677C7">
      <w:pPr>
        <w:numPr>
          <w:ilvl w:val="0"/>
          <w:numId w:val="20"/>
        </w:numPr>
        <w:spacing w:before="120" w:line="276" w:lineRule="auto"/>
        <w:jc w:val="both"/>
        <w:rPr>
          <w:rFonts w:eastAsia="CIDFont+F2"/>
          <w:sz w:val="22"/>
          <w:szCs w:val="22"/>
        </w:rPr>
      </w:pPr>
      <w:r w:rsidRPr="00043CAF">
        <w:rPr>
          <w:rFonts w:eastAsia="CIDFont+F2"/>
          <w:sz w:val="22"/>
          <w:szCs w:val="22"/>
        </w:rPr>
        <w:t xml:space="preserve">  Oferujemy  wykonanie dostawy  w </w:t>
      </w:r>
      <w:r w:rsidR="00BA4B03">
        <w:rPr>
          <w:rFonts w:eastAsia="CIDFont+F2"/>
          <w:sz w:val="22"/>
          <w:szCs w:val="22"/>
        </w:rPr>
        <w:t>terminie  ….......  dni  (max. 5</w:t>
      </w:r>
      <w:r w:rsidRPr="00043CAF">
        <w:rPr>
          <w:rFonts w:eastAsia="CIDFont+F2"/>
          <w:sz w:val="22"/>
          <w:szCs w:val="22"/>
        </w:rPr>
        <w:t xml:space="preserve"> dni) od  dnia złożenia zamówienia.</w:t>
      </w:r>
    </w:p>
    <w:p w:rsidR="00DD16EF" w:rsidRPr="00DD16EF" w:rsidRDefault="00DD16EF" w:rsidP="00DD16EF">
      <w:pPr>
        <w:spacing w:line="276" w:lineRule="auto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Oświadczamy, że:</w:t>
      </w:r>
    </w:p>
    <w:p w:rsidR="005B0AE2" w:rsidRPr="00C91AD9" w:rsidRDefault="00350D94" w:rsidP="00A50565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>
        <w:t>spełniamy warunki udziału określone przez zamawiającego w tym postępowaniu</w:t>
      </w:r>
      <w:r w:rsidR="005B0AE2" w:rsidRPr="00C91AD9">
        <w:rPr>
          <w:sz w:val="22"/>
          <w:szCs w:val="22"/>
        </w:rPr>
        <w:t>,</w:t>
      </w:r>
    </w:p>
    <w:p w:rsidR="005B0AE2" w:rsidRPr="00EC757E" w:rsidRDefault="005B0AE2" w:rsidP="00FE49B8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</w:pPr>
      <w:r w:rsidRPr="00EC757E">
        <w:t>przedmiot z</w:t>
      </w:r>
      <w:r w:rsidR="00C82D97" w:rsidRPr="00EC757E">
        <w:t>amówienia wykonamy w terminie</w:t>
      </w:r>
      <w:r w:rsidR="00B60A22">
        <w:t xml:space="preserve"> do dnia 31.10.2022 r</w:t>
      </w:r>
    </w:p>
    <w:p w:rsidR="002E62A8" w:rsidRPr="00FE49B8" w:rsidRDefault="002E62A8" w:rsidP="002E62A8">
      <w:pPr>
        <w:spacing w:line="276" w:lineRule="auto"/>
        <w:ind w:left="426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Ponadto oświadczamy, że: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zapoznaliśmy się ze Specyfikacją Istotnych Warunków Zamówienia i nie wnosimy do niej zastrzeżeń,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 xml:space="preserve">otrzymaliśmy </w:t>
      </w:r>
      <w:r w:rsidR="007602A2" w:rsidRPr="00A50565">
        <w:rPr>
          <w:sz w:val="22"/>
          <w:szCs w:val="22"/>
        </w:rPr>
        <w:t xml:space="preserve">wszelkie niezbędne </w:t>
      </w:r>
      <w:r w:rsidRPr="00A50565">
        <w:rPr>
          <w:sz w:val="22"/>
          <w:szCs w:val="22"/>
        </w:rPr>
        <w:t>informacje do przygotowania oferty</w:t>
      </w:r>
      <w:r w:rsidR="007602A2" w:rsidRPr="00A50565">
        <w:rPr>
          <w:sz w:val="22"/>
          <w:szCs w:val="22"/>
        </w:rPr>
        <w:t xml:space="preserve"> i wykonania zamówienia</w:t>
      </w:r>
      <w:r w:rsidRPr="00A50565">
        <w:rPr>
          <w:sz w:val="22"/>
          <w:szCs w:val="22"/>
        </w:rPr>
        <w:t>,</w:t>
      </w:r>
    </w:p>
    <w:p w:rsidR="00171B9C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akceptujemy wskazany w SIWZ czas związania ofertą,</w:t>
      </w:r>
      <w:r w:rsidR="00C82D97">
        <w:rPr>
          <w:sz w:val="22"/>
          <w:szCs w:val="22"/>
        </w:rPr>
        <w:t xml:space="preserve"> tj. 3</w:t>
      </w:r>
      <w:r w:rsidR="00171B9C" w:rsidRPr="00A50565">
        <w:rPr>
          <w:sz w:val="22"/>
          <w:szCs w:val="22"/>
        </w:rPr>
        <w:t>0 dni licząc od upływu terminu składania ofert,</w:t>
      </w:r>
    </w:p>
    <w:p w:rsidR="00794CB8" w:rsidRDefault="004B3123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</w:t>
      </w:r>
      <w:r w:rsidR="00C82D97">
        <w:rPr>
          <w:sz w:val="22"/>
          <w:szCs w:val="22"/>
        </w:rPr>
        <w:t>emy przedstawiony</w:t>
      </w:r>
      <w:r w:rsidR="00195434">
        <w:rPr>
          <w:sz w:val="22"/>
          <w:szCs w:val="22"/>
        </w:rPr>
        <w:t xml:space="preserve"> wzór</w:t>
      </w:r>
      <w:r w:rsidR="00C82D97">
        <w:rPr>
          <w:sz w:val="22"/>
          <w:szCs w:val="22"/>
        </w:rPr>
        <w:t xml:space="preserve"> umowy</w:t>
      </w:r>
      <w:r w:rsidR="00E84705">
        <w:rPr>
          <w:sz w:val="22"/>
          <w:szCs w:val="22"/>
        </w:rPr>
        <w:t xml:space="preserve"> (stanowiące</w:t>
      </w:r>
      <w:r w:rsidR="00FE49B8">
        <w:rPr>
          <w:sz w:val="22"/>
          <w:szCs w:val="22"/>
        </w:rPr>
        <w:t xml:space="preserve"> załącznik nr </w:t>
      </w:r>
      <w:r w:rsidR="00C82D97">
        <w:rPr>
          <w:sz w:val="22"/>
          <w:szCs w:val="22"/>
        </w:rPr>
        <w:t>5</w:t>
      </w:r>
      <w:r w:rsidR="00FE49B8">
        <w:rPr>
          <w:sz w:val="22"/>
          <w:szCs w:val="22"/>
        </w:rPr>
        <w:t xml:space="preserve"> do SIWZ)</w:t>
      </w:r>
    </w:p>
    <w:p w:rsidR="00FE49B8" w:rsidRPr="00A50565" w:rsidRDefault="00FE49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>
        <w:rPr>
          <w:sz w:val="22"/>
          <w:szCs w:val="22"/>
        </w:rPr>
        <w:t>akceptujemy warunki płatności określone przez Zamawiającego w Specyfikacji Is</w:t>
      </w:r>
      <w:r w:rsidR="00D8344C">
        <w:rPr>
          <w:sz w:val="22"/>
          <w:szCs w:val="22"/>
        </w:rPr>
        <w:t>totnych Warunków Zamówienia(</w:t>
      </w:r>
      <w:r w:rsidR="00195434">
        <w:rPr>
          <w:sz w:val="22"/>
          <w:szCs w:val="22"/>
        </w:rPr>
        <w:t>wzór</w:t>
      </w:r>
      <w:r>
        <w:rPr>
          <w:sz w:val="22"/>
          <w:szCs w:val="22"/>
        </w:rPr>
        <w:t xml:space="preserve"> umowy</w:t>
      </w:r>
      <w:r w:rsidR="00D8344C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20507C" w:rsidRPr="00A50565" w:rsidRDefault="0020507C" w:rsidP="00A50565">
      <w:pPr>
        <w:tabs>
          <w:tab w:val="num" w:pos="720"/>
        </w:tabs>
        <w:spacing w:line="276" w:lineRule="auto"/>
        <w:ind w:left="714"/>
        <w:jc w:val="both"/>
        <w:rPr>
          <w:sz w:val="22"/>
          <w:szCs w:val="22"/>
        </w:rPr>
      </w:pPr>
    </w:p>
    <w:p w:rsidR="0020507C" w:rsidRPr="00A50565" w:rsidRDefault="0020507C" w:rsidP="00D84373">
      <w:pPr>
        <w:pStyle w:val="Nagwek1"/>
        <w:tabs>
          <w:tab w:val="clear" w:pos="284"/>
          <w:tab w:val="left" w:pos="426"/>
        </w:tabs>
        <w:ind w:left="426" w:hanging="426"/>
        <w:rPr>
          <w:sz w:val="22"/>
        </w:rPr>
      </w:pPr>
      <w:r w:rsidRPr="00A50565">
        <w:rPr>
          <w:sz w:val="22"/>
        </w:rPr>
        <w:t xml:space="preserve">Oświadczamy, że podwykonawcom zamierzamy powierzyć wykonanie następujących </w:t>
      </w:r>
      <w:r w:rsidR="00D84373">
        <w:rPr>
          <w:sz w:val="22"/>
        </w:rPr>
        <w:t xml:space="preserve">elementów dostawy </w:t>
      </w:r>
      <w:r w:rsidRPr="00A50565">
        <w:rPr>
          <w:i/>
          <w:sz w:val="22"/>
        </w:rPr>
        <w:t>(w przypadku realizacji zamówienia w całości siłami własnymi należy wpisać „nie dotyczy”):</w:t>
      </w:r>
    </w:p>
    <w:p w:rsidR="0020507C" w:rsidRDefault="0020507C" w:rsidP="00A50565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 w:rsidR="0068214C"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9B5A2D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9B5A2D" w:rsidRPr="009B5A2D" w:rsidRDefault="009B5A2D" w:rsidP="009B5A2D">
      <w:pPr>
        <w:spacing w:line="276" w:lineRule="auto"/>
        <w:ind w:left="720"/>
        <w:jc w:val="both"/>
        <w:rPr>
          <w:sz w:val="22"/>
          <w:szCs w:val="22"/>
        </w:rPr>
      </w:pPr>
    </w:p>
    <w:p w:rsidR="005B04C6" w:rsidRPr="0068214C" w:rsidRDefault="000F3811" w:rsidP="0068214C">
      <w:pPr>
        <w:pStyle w:val="Nagwek1"/>
        <w:rPr>
          <w:rFonts w:cs="Times New Roman"/>
        </w:rPr>
      </w:pPr>
      <w:r>
        <w:rPr>
          <w:rFonts w:cs="Times New Roman"/>
          <w:bCs/>
          <w:sz w:val="22"/>
        </w:rPr>
        <w:t xml:space="preserve"> </w:t>
      </w:r>
      <w:r w:rsidR="00E1676A" w:rsidRPr="0068214C">
        <w:rPr>
          <w:rFonts w:cs="Times New Roman"/>
          <w:bCs/>
          <w:sz w:val="22"/>
        </w:rPr>
        <w:t xml:space="preserve">Nazwy </w:t>
      </w:r>
      <w:r w:rsidR="00CE1978">
        <w:rPr>
          <w:rFonts w:cs="Times New Roman"/>
          <w:bCs/>
          <w:sz w:val="22"/>
        </w:rPr>
        <w:t>podmiotu</w:t>
      </w:r>
      <w:r w:rsidR="00270266">
        <w:rPr>
          <w:rFonts w:cs="Times New Roman"/>
          <w:bCs/>
          <w:sz w:val="22"/>
        </w:rPr>
        <w:t>/ dane identyfikujące</w:t>
      </w:r>
      <w:r>
        <w:rPr>
          <w:rFonts w:cs="Times New Roman"/>
          <w:bCs/>
          <w:sz w:val="22"/>
        </w:rPr>
        <w:t xml:space="preserve"> </w:t>
      </w:r>
      <w:r w:rsidR="00270266">
        <w:rPr>
          <w:rFonts w:cs="Times New Roman"/>
          <w:bCs/>
          <w:sz w:val="22"/>
        </w:rPr>
        <w:t>podmiot</w:t>
      </w:r>
      <w:r w:rsidR="00E1676A" w:rsidRPr="0068214C">
        <w:rPr>
          <w:rFonts w:cs="Times New Roman"/>
          <w:bCs/>
          <w:sz w:val="22"/>
        </w:rPr>
        <w:t>, na których zasoby powołujemy się na zasadach określonych w art. 22a ust. 1 ustawy PZP, w celu wykazani</w:t>
      </w:r>
      <w:r>
        <w:rPr>
          <w:rFonts w:cs="Times New Roman"/>
          <w:bCs/>
          <w:sz w:val="22"/>
        </w:rPr>
        <w:t>a spełniania warunków udziału w </w:t>
      </w:r>
      <w:r w:rsidR="00E1676A" w:rsidRPr="0068214C">
        <w:rPr>
          <w:rFonts w:cs="Times New Roman"/>
          <w:bCs/>
          <w:sz w:val="22"/>
        </w:rPr>
        <w:t>postępowaniu, o których mowa w art. 22 ust. 1b ustawy PZP (w przypadku nie powoływania się zasoby innych podmiotów należy wpisać „nie dotyczy”)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315D09" w:rsidRDefault="00315D09" w:rsidP="0040028D">
      <w:pPr>
        <w:spacing w:line="276" w:lineRule="auto"/>
        <w:jc w:val="both"/>
        <w:rPr>
          <w:sz w:val="22"/>
          <w:szCs w:val="22"/>
        </w:rPr>
      </w:pP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b/>
          <w:sz w:val="22"/>
          <w:szCs w:val="22"/>
        </w:rPr>
        <w:t>VI</w:t>
      </w:r>
      <w:r w:rsidR="00043CAF">
        <w:rPr>
          <w:b/>
          <w:sz w:val="22"/>
          <w:szCs w:val="22"/>
        </w:rPr>
        <w:t>I</w:t>
      </w:r>
      <w:r w:rsidRPr="0040028D">
        <w:rPr>
          <w:b/>
          <w:sz w:val="22"/>
          <w:szCs w:val="22"/>
        </w:rPr>
        <w:t>I.</w:t>
      </w:r>
      <w:r w:rsidRPr="0040028D">
        <w:rPr>
          <w:sz w:val="22"/>
          <w:szCs w:val="22"/>
        </w:rPr>
        <w:t xml:space="preserve">   Oświadczamy, że: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a) jesteśmy: 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małym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średnim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b)  pochodzimy  z innego państwa członkowskiego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c) pochodzimy z innego państwa nie będącego członkiem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lastRenderedPageBreak/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>* niepotrzebne skreślić</w:t>
      </w:r>
    </w:p>
    <w:p w:rsidR="0040028D" w:rsidRPr="00A50565" w:rsidRDefault="0040028D" w:rsidP="0040028D">
      <w:pPr>
        <w:spacing w:line="276" w:lineRule="auto"/>
        <w:jc w:val="both"/>
        <w:rPr>
          <w:sz w:val="22"/>
          <w:szCs w:val="22"/>
        </w:rPr>
      </w:pP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043CAF" w:rsidRPr="00043CAF" w:rsidRDefault="00043CAF" w:rsidP="0040028D">
      <w:pPr>
        <w:pStyle w:val="Akapitzlist"/>
        <w:keepNext/>
        <w:numPr>
          <w:ilvl w:val="0"/>
          <w:numId w:val="23"/>
        </w:numPr>
        <w:tabs>
          <w:tab w:val="left" w:pos="426"/>
        </w:tabs>
        <w:spacing w:line="276" w:lineRule="auto"/>
        <w:contextualSpacing w:val="0"/>
        <w:jc w:val="both"/>
        <w:outlineLvl w:val="0"/>
        <w:rPr>
          <w:rFonts w:cs="Arial"/>
          <w:vanish/>
          <w:sz w:val="22"/>
          <w:szCs w:val="22"/>
        </w:rPr>
      </w:pPr>
    </w:p>
    <w:p w:rsidR="00171B9C" w:rsidRPr="0040028D" w:rsidRDefault="00794CB8" w:rsidP="0040028D">
      <w:pPr>
        <w:pStyle w:val="Nagwek1"/>
        <w:numPr>
          <w:ilvl w:val="0"/>
          <w:numId w:val="23"/>
        </w:numPr>
        <w:tabs>
          <w:tab w:val="clear" w:pos="284"/>
          <w:tab w:val="left" w:pos="426"/>
        </w:tabs>
        <w:rPr>
          <w:sz w:val="22"/>
        </w:rPr>
      </w:pPr>
      <w:r w:rsidRPr="0040028D">
        <w:rPr>
          <w:sz w:val="22"/>
        </w:rPr>
        <w:t>W razie wybrania nas</w:t>
      </w:r>
      <w:r w:rsidR="00A422AD" w:rsidRPr="0040028D">
        <w:rPr>
          <w:sz w:val="22"/>
        </w:rPr>
        <w:t>zej oferty zobowiązujemy się do</w:t>
      </w:r>
      <w:r w:rsidR="00171B9C" w:rsidRPr="0040028D">
        <w:rPr>
          <w:sz w:val="22"/>
        </w:rPr>
        <w:t>:</w:t>
      </w:r>
    </w:p>
    <w:p w:rsidR="00171B9C" w:rsidRPr="00A50565" w:rsidRDefault="00A24E6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="00171B9C" w:rsidRPr="00A50565">
        <w:rPr>
          <w:sz w:val="22"/>
          <w:szCs w:val="22"/>
        </w:rPr>
        <w:t>dopełnienia formalności, o których mowa w SIWZ</w:t>
      </w:r>
    </w:p>
    <w:p w:rsidR="006E65D1" w:rsidRPr="00A50565" w:rsidRDefault="006E65D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podpisania umowy na warunkach zawartych w Specyfikacji Istotnych Warunków Zamówienia, w miejscu i terminie wskazanym p</w:t>
      </w:r>
      <w:r w:rsidR="00315D09" w:rsidRPr="00A50565">
        <w:rPr>
          <w:sz w:val="22"/>
          <w:szCs w:val="22"/>
        </w:rPr>
        <w:t>rzez Zamawiającego.</w:t>
      </w:r>
    </w:p>
    <w:p w:rsidR="00DB1310" w:rsidRDefault="00DB131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601DA6" w:rsidRDefault="00601DA6" w:rsidP="00601DA6">
      <w:pPr>
        <w:pStyle w:val="Nagwek1"/>
        <w:rPr>
          <w:sz w:val="22"/>
        </w:rPr>
      </w:pPr>
      <w:r w:rsidRPr="00601DA6">
        <w:rPr>
          <w:sz w:val="22"/>
        </w:rPr>
        <w:t xml:space="preserve">  Oświadczam, że wypełniłem obowiązki informacyjne przewidziane w art. 13 lub art. 14 RODO</w:t>
      </w:r>
      <w:r w:rsidRPr="00601DA6">
        <w:rPr>
          <w:sz w:val="22"/>
          <w:vertAlign w:val="superscript"/>
        </w:rPr>
        <w:t>1)</w:t>
      </w:r>
      <w:r w:rsidRPr="00601DA6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430E1" w:rsidRPr="00601DA6" w:rsidRDefault="006430E1" w:rsidP="006430E1">
      <w:pPr>
        <w:pStyle w:val="Nagwek1"/>
        <w:numPr>
          <w:ilvl w:val="0"/>
          <w:numId w:val="0"/>
        </w:numPr>
        <w:rPr>
          <w:sz w:val="22"/>
        </w:rPr>
      </w:pPr>
    </w:p>
    <w:p w:rsidR="004A4FA5" w:rsidRDefault="004A4FA5" w:rsidP="004A4FA5">
      <w:pPr>
        <w:pStyle w:val="Nagwek1"/>
        <w:numPr>
          <w:ilvl w:val="0"/>
          <w:numId w:val="0"/>
        </w:numPr>
      </w:pPr>
      <w: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430E1" w:rsidRDefault="004A4FA5" w:rsidP="004A4FA5">
      <w:pPr>
        <w:pStyle w:val="Nagwek1"/>
        <w:numPr>
          <w:ilvl w:val="0"/>
          <w:numId w:val="0"/>
        </w:numPr>
      </w:pPr>
      <w: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4A4FA5" w:rsidRPr="00601DA6" w:rsidRDefault="004A4FA5" w:rsidP="004A4FA5">
      <w:pPr>
        <w:pStyle w:val="Nagwek1"/>
        <w:numPr>
          <w:ilvl w:val="0"/>
          <w:numId w:val="0"/>
        </w:numPr>
      </w:pPr>
    </w:p>
    <w:p w:rsidR="00315D09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Oferta wraz  z  załącznikami  została złożona na …</w:t>
      </w:r>
      <w:r w:rsidR="004A333D" w:rsidRPr="00A50565">
        <w:rPr>
          <w:sz w:val="22"/>
        </w:rPr>
        <w:t>..</w:t>
      </w:r>
      <w:r w:rsidRPr="00A50565">
        <w:rPr>
          <w:sz w:val="22"/>
        </w:rPr>
        <w:t>.. stronach, kol</w:t>
      </w:r>
      <w:r w:rsidR="006C73E0" w:rsidRPr="00A50565">
        <w:rPr>
          <w:sz w:val="22"/>
        </w:rPr>
        <w:t xml:space="preserve">ejno ponumerowanych </w:t>
      </w:r>
    </w:p>
    <w:p w:rsidR="006C73E0" w:rsidRDefault="00315D09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  <w:proofErr w:type="spellStart"/>
      <w:r w:rsidRPr="00A50565">
        <w:rPr>
          <w:sz w:val="22"/>
        </w:rPr>
        <w:t>o</w:t>
      </w:r>
      <w:r w:rsidR="006C73E0" w:rsidRPr="00A50565">
        <w:rPr>
          <w:sz w:val="22"/>
        </w:rPr>
        <w:t>dnr</w:t>
      </w:r>
      <w:proofErr w:type="spellEnd"/>
      <w:r w:rsidR="006C73E0" w:rsidRPr="00A50565">
        <w:rPr>
          <w:sz w:val="22"/>
        </w:rPr>
        <w:t xml:space="preserve"> ….. do nr …..  .</w:t>
      </w:r>
    </w:p>
    <w:p w:rsidR="004F7DE0" w:rsidRPr="00A50565" w:rsidRDefault="004F7DE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</w:p>
    <w:p w:rsidR="009C51D3" w:rsidRDefault="009C51D3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 xml:space="preserve">Niniejszym informujemy, iż informacje składające się na ofertę, zawarte na stronach </w:t>
      </w:r>
      <w:r w:rsidR="00826611" w:rsidRPr="00A50565">
        <w:rPr>
          <w:sz w:val="22"/>
        </w:rPr>
        <w:t>od nr</w:t>
      </w:r>
      <w:r w:rsidRPr="00A50565">
        <w:rPr>
          <w:sz w:val="22"/>
        </w:rPr>
        <w:t>............</w:t>
      </w:r>
      <w:r w:rsidR="00826611" w:rsidRPr="00A50565">
        <w:rPr>
          <w:sz w:val="22"/>
        </w:rPr>
        <w:t xml:space="preserve"> do nr........</w:t>
      </w:r>
      <w:r w:rsidRPr="00A50565">
        <w:rPr>
          <w:sz w:val="22"/>
        </w:rPr>
        <w:t>.stanowią tajemnicę przedsiębiorstwa, w rozumieniu przepisów ustawy o zwalc</w:t>
      </w:r>
      <w:r w:rsidR="00315D09" w:rsidRPr="00A50565">
        <w:rPr>
          <w:sz w:val="22"/>
        </w:rPr>
        <w:t>zaniu nieuczciwej konkurencji i </w:t>
      </w:r>
      <w:r w:rsidRPr="00A50565">
        <w:rPr>
          <w:sz w:val="22"/>
        </w:rPr>
        <w:t xml:space="preserve"> nie mogą być ogólnie udostępnione.</w:t>
      </w:r>
    </w:p>
    <w:p w:rsidR="00E03DF5" w:rsidRPr="00814BB9" w:rsidRDefault="00E03DF5" w:rsidP="00A50565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UWAGA.</w:t>
      </w:r>
    </w:p>
    <w:p w:rsidR="00E03DF5" w:rsidRDefault="004B1238" w:rsidP="00814BB9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W przypadku powołania się na tajemnicę przedsiębiorstwa wykonawca zobowiązany jest wykazać, iż zastrzeżone informacje stanowią tajemnicę przedsi</w:t>
      </w:r>
      <w:r w:rsidR="00814BB9" w:rsidRPr="00814BB9">
        <w:rPr>
          <w:i/>
          <w:sz w:val="22"/>
        </w:rPr>
        <w:t>ębiorstwa</w:t>
      </w:r>
      <w:r w:rsidR="00814BB9">
        <w:rPr>
          <w:i/>
          <w:sz w:val="22"/>
        </w:rPr>
        <w:t xml:space="preserve"> – art. 8 ust 3 ustawy </w:t>
      </w:r>
      <w:proofErr w:type="spellStart"/>
      <w:r w:rsidR="00814BB9">
        <w:rPr>
          <w:i/>
          <w:sz w:val="22"/>
        </w:rPr>
        <w:t>pzp</w:t>
      </w:r>
      <w:proofErr w:type="spellEnd"/>
      <w:r w:rsidR="00814BB9" w:rsidRPr="00814BB9">
        <w:rPr>
          <w:i/>
          <w:sz w:val="22"/>
        </w:rPr>
        <w:t>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5E5A1C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Załącznikami do oferty są</w:t>
      </w:r>
      <w:r w:rsidR="005E5A1C" w:rsidRPr="00A50565">
        <w:rPr>
          <w:sz w:val="22"/>
        </w:rPr>
        <w:t>:</w:t>
      </w:r>
    </w:p>
    <w:p w:rsidR="005E5A1C" w:rsidRPr="00A50565" w:rsidRDefault="005E5A1C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</w:t>
      </w:r>
      <w:r w:rsidR="009C51D3" w:rsidRPr="00A50565">
        <w:rPr>
          <w:sz w:val="22"/>
          <w:szCs w:val="22"/>
        </w:rPr>
        <w:t>….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……………………………….…….</w:t>
      </w:r>
    </w:p>
    <w:p w:rsidR="008D540E" w:rsidRPr="00A50565" w:rsidRDefault="007F6881" w:rsidP="00A50565">
      <w:p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 xml:space="preserve">(n)      </w:t>
      </w:r>
      <w:r w:rsidR="001C2B50" w:rsidRPr="00A50565">
        <w:rPr>
          <w:sz w:val="22"/>
          <w:szCs w:val="22"/>
        </w:rPr>
        <w:t>……………………………….…….</w:t>
      </w:r>
    </w:p>
    <w:p w:rsidR="007F6881" w:rsidRPr="00CE5BBC" w:rsidRDefault="007F6881" w:rsidP="005E5A1C"/>
    <w:p w:rsidR="00A422AD" w:rsidRPr="00CE5BBC" w:rsidRDefault="00A422AD" w:rsidP="005E5A1C"/>
    <w:p w:rsidR="005E5A1C" w:rsidRPr="007B6442" w:rsidRDefault="00612F8A" w:rsidP="005E5A1C">
      <w:pPr>
        <w:rPr>
          <w:sz w:val="20"/>
        </w:rPr>
      </w:pPr>
      <w:r w:rsidRPr="007B6442">
        <w:rPr>
          <w:sz w:val="20"/>
        </w:rPr>
        <w:t>............................. dn. ...........................</w:t>
      </w:r>
      <w:r w:rsidRPr="007B6442">
        <w:rPr>
          <w:sz w:val="20"/>
        </w:rPr>
        <w:tab/>
      </w:r>
      <w:r w:rsidRPr="007B6442">
        <w:rPr>
          <w:sz w:val="20"/>
        </w:rPr>
        <w:tab/>
      </w:r>
      <w:r w:rsidRPr="007B6442">
        <w:rPr>
          <w:sz w:val="20"/>
        </w:rPr>
        <w:tab/>
      </w:r>
      <w:r w:rsidR="007B6442">
        <w:rPr>
          <w:sz w:val="20"/>
        </w:rPr>
        <w:t xml:space="preserve">             …………….</w:t>
      </w:r>
      <w:r w:rsidR="005E5A1C" w:rsidRPr="007B6442">
        <w:rPr>
          <w:sz w:val="20"/>
        </w:rPr>
        <w:t>...................................................</w:t>
      </w:r>
      <w:r w:rsidRPr="007B6442">
        <w:rPr>
          <w:sz w:val="20"/>
        </w:rPr>
        <w:t>.....</w:t>
      </w:r>
      <w:r w:rsidR="005E5A1C" w:rsidRPr="007B6442">
        <w:rPr>
          <w:sz w:val="20"/>
        </w:rPr>
        <w:t>.....</w:t>
      </w:r>
    </w:p>
    <w:p w:rsidR="00686838" w:rsidRPr="00B2088C" w:rsidRDefault="005E5A1C" w:rsidP="00B2088C">
      <w:pPr>
        <w:ind w:left="4962"/>
        <w:jc w:val="center"/>
        <w:rPr>
          <w:rStyle w:val="LPzwykly"/>
          <w:i/>
          <w:sz w:val="16"/>
          <w:szCs w:val="16"/>
        </w:rPr>
      </w:pPr>
      <w:r w:rsidRPr="00B2088C">
        <w:rPr>
          <w:i/>
          <w:sz w:val="16"/>
          <w:szCs w:val="16"/>
        </w:rPr>
        <w:t xml:space="preserve">podpisy </w:t>
      </w:r>
      <w:r w:rsidR="007A7825">
        <w:rPr>
          <w:i/>
          <w:sz w:val="16"/>
          <w:szCs w:val="16"/>
        </w:rPr>
        <w:t>upoważnionego przedstawiciela Wykonawcy</w:t>
      </w:r>
    </w:p>
    <w:sectPr w:rsidR="00686838" w:rsidRPr="00B2088C" w:rsidSect="005B04C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46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7832" w:rsidRDefault="00B57832">
      <w:r>
        <w:separator/>
      </w:r>
    </w:p>
  </w:endnote>
  <w:endnote w:type="continuationSeparator" w:id="0">
    <w:p w:rsidR="00B57832" w:rsidRDefault="00B57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FDE" w:rsidRDefault="007E50E1" w:rsidP="003B77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5F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5FDE" w:rsidRDefault="00F75FDE" w:rsidP="00AE0CF7">
    <w:pPr>
      <w:ind w:right="360"/>
    </w:pPr>
  </w:p>
  <w:p w:rsidR="00F75FDE" w:rsidRDefault="00F75FDE"/>
  <w:p w:rsidR="00F75FDE" w:rsidRDefault="00F75F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907265"/>
      <w:docPartObj>
        <w:docPartGallery w:val="Page Numbers (Bottom of Page)"/>
        <w:docPartUnique/>
      </w:docPartObj>
    </w:sdtPr>
    <w:sdtEndPr/>
    <w:sdtContent>
      <w:p w:rsidR="002A6B45" w:rsidRDefault="007E50E1" w:rsidP="002A6B45">
        <w:pPr>
          <w:pStyle w:val="Stopka"/>
          <w:jc w:val="right"/>
        </w:pPr>
        <w:r>
          <w:fldChar w:fldCharType="begin"/>
        </w:r>
        <w:r w:rsidR="002A6B45">
          <w:instrText>PAGE   \* MERGEFORMAT</w:instrText>
        </w:r>
        <w:r>
          <w:fldChar w:fldCharType="separate"/>
        </w:r>
        <w:r w:rsidR="00707657">
          <w:rPr>
            <w:noProof/>
          </w:rPr>
          <w:t>3</w:t>
        </w:r>
        <w:r>
          <w:fldChar w:fldCharType="end"/>
        </w:r>
      </w:p>
    </w:sdtContent>
  </w:sdt>
  <w:p w:rsidR="00F75FDE" w:rsidRPr="00686838" w:rsidRDefault="00F75FDE" w:rsidP="00686838">
    <w:pPr>
      <w:pStyle w:val="LPstopka"/>
      <w:jc w:val="center"/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7832" w:rsidRDefault="00B57832">
      <w:r>
        <w:separator/>
      </w:r>
    </w:p>
  </w:footnote>
  <w:footnote w:type="continuationSeparator" w:id="0">
    <w:p w:rsidR="00B57832" w:rsidRDefault="00B57832">
      <w:r>
        <w:continuationSeparator/>
      </w:r>
    </w:p>
  </w:footnote>
  <w:footnote w:id="1">
    <w:p w:rsidR="00F75FDE" w:rsidRPr="008D540E" w:rsidRDefault="00F75FDE" w:rsidP="008D540E">
      <w:pPr>
        <w:pStyle w:val="Tekstprzypisudolnego"/>
        <w:ind w:left="120" w:hanging="120"/>
        <w:jc w:val="both"/>
        <w:rPr>
          <w:rFonts w:ascii="Calibri" w:hAnsi="Calibri"/>
          <w:sz w:val="14"/>
          <w:szCs w:val="14"/>
        </w:rPr>
      </w:pPr>
      <w:r w:rsidRPr="001E20A3">
        <w:rPr>
          <w:rStyle w:val="Odwoanieprzypisudolnego"/>
          <w:rFonts w:ascii="Calibri" w:hAnsi="Calibri"/>
          <w:b/>
          <w:sz w:val="24"/>
          <w:szCs w:val="24"/>
        </w:rPr>
        <w:footnoteRef/>
      </w:r>
      <w:r w:rsidRPr="008D540E">
        <w:rPr>
          <w:rFonts w:ascii="Calibri" w:hAnsi="Calibri" w:cs="Verdana"/>
          <w:sz w:val="14"/>
          <w:szCs w:val="14"/>
        </w:rPr>
        <w:t>Należy podać nazwę (firmę) i dane adresowe Wykonawcy lub wszystkich Wykonawców składających wspólna ofertę. W przypadku składania wspólnej oferty przez kilku Wykonawców należy podać również dane pełnomocnika ustanowionego do reprezentowania Wykonawców w postępowaniu albo do reprezentowania w postępowaniu i zawarcia umowy. W sytuacji, gdy pojedynczy Wykonawca ustanawia pełnomocnika do złożenia oferty należy również podać dane ustanowionego pełnomocnika. W przypadku, gdy pełnomocnik jest osobą fizyczną należy podać dodatkowo nr dowodu osobistego, a pozostałe dane podać stosownie do sytuacji prawnej pełnomocnika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9BF" w:rsidRDefault="007929C3" w:rsidP="00730EF8">
    <w:pPr>
      <w:pStyle w:val="Nagwek"/>
      <w:rPr>
        <w:rFonts w:ascii="Arial" w:hAnsi="Arial"/>
        <w:noProof/>
        <w:sz w:val="20"/>
        <w:szCs w:val="20"/>
      </w:rPr>
    </w:pPr>
    <w:r w:rsidRPr="007929C3">
      <w:rPr>
        <w:rFonts w:ascii="Arial" w:hAnsi="Arial"/>
        <w:noProof/>
        <w:sz w:val="20"/>
        <w:szCs w:val="20"/>
      </w:rPr>
      <w:t>Zn</w:t>
    </w:r>
    <w:r w:rsidR="00C82D97">
      <w:rPr>
        <w:rFonts w:ascii="Arial" w:hAnsi="Arial"/>
        <w:noProof/>
        <w:sz w:val="20"/>
        <w:szCs w:val="20"/>
      </w:rPr>
      <w:t>a</w:t>
    </w:r>
    <w:r w:rsidR="00752625">
      <w:rPr>
        <w:rFonts w:ascii="Arial" w:hAnsi="Arial"/>
        <w:noProof/>
        <w:sz w:val="20"/>
        <w:szCs w:val="20"/>
      </w:rPr>
      <w:t>k sprawy: SP ZOZ NZZP II 2400/45</w:t>
    </w:r>
    <w:r w:rsidR="0088034C">
      <w:rPr>
        <w:rFonts w:ascii="Arial" w:hAnsi="Arial"/>
        <w:noProof/>
        <w:sz w:val="20"/>
        <w:szCs w:val="20"/>
      </w:rPr>
      <w:t>/20</w:t>
    </w:r>
    <w:r w:rsidRPr="007929C3">
      <w:rPr>
        <w:rFonts w:ascii="Arial" w:hAnsi="Arial"/>
        <w:noProof/>
        <w:sz w:val="20"/>
        <w:szCs w:val="20"/>
      </w:rPr>
      <w:tab/>
    </w:r>
    <w:r w:rsidR="00F155D0">
      <w:rPr>
        <w:rFonts w:ascii="Arial" w:hAnsi="Arial"/>
        <w:noProof/>
        <w:sz w:val="20"/>
        <w:szCs w:val="20"/>
      </w:rPr>
      <w:t xml:space="preserve">                          </w:t>
    </w:r>
    <w:r w:rsidRPr="007929C3">
      <w:rPr>
        <w:rFonts w:ascii="Arial" w:hAnsi="Arial"/>
        <w:noProof/>
        <w:sz w:val="20"/>
        <w:szCs w:val="20"/>
      </w:rPr>
      <w:t>Załącznik nr 1 do SIWZ  formularz ofertowy</w:t>
    </w:r>
  </w:p>
  <w:p w:rsidR="00664E07" w:rsidRDefault="00664E07" w:rsidP="00730EF8">
    <w:pPr>
      <w:pStyle w:val="Nagwek"/>
      <w:rPr>
        <w:rFonts w:ascii="Arial" w:hAnsi="Arial"/>
        <w:noProof/>
        <w:sz w:val="20"/>
        <w:szCs w:val="20"/>
      </w:rPr>
    </w:pPr>
  </w:p>
  <w:p w:rsidR="00664E07" w:rsidRDefault="00664E07" w:rsidP="00730EF8">
    <w:pPr>
      <w:pStyle w:val="Nagwek"/>
    </w:pPr>
  </w:p>
  <w:p w:rsidR="00664E07" w:rsidRDefault="00664E07" w:rsidP="00730E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978C4F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8AFC8448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196170D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FB166A"/>
    <w:multiLevelType w:val="hybridMultilevel"/>
    <w:tmpl w:val="2E54C434"/>
    <w:lvl w:ilvl="0" w:tplc="8AF2DB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421"/>
    <w:multiLevelType w:val="multilevel"/>
    <w:tmpl w:val="2C00725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Verdana" w:hint="default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7C38AD"/>
    <w:multiLevelType w:val="hybridMultilevel"/>
    <w:tmpl w:val="8FE6FAF8"/>
    <w:lvl w:ilvl="0" w:tplc="9D9E5F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445CA8"/>
    <w:multiLevelType w:val="hybridMultilevel"/>
    <w:tmpl w:val="F64411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ABB36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01A88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A266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0E1ED6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B105D9"/>
    <w:multiLevelType w:val="multilevel"/>
    <w:tmpl w:val="6638E3A8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12" w15:restartNumberingAfterBreak="0">
    <w:nsid w:val="32621EF3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666797"/>
    <w:multiLevelType w:val="hybridMultilevel"/>
    <w:tmpl w:val="AADAD82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B21CB"/>
    <w:multiLevelType w:val="hybridMultilevel"/>
    <w:tmpl w:val="4DC86A4C"/>
    <w:lvl w:ilvl="0" w:tplc="78689780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43619"/>
    <w:multiLevelType w:val="hybridMultilevel"/>
    <w:tmpl w:val="CFE2A462"/>
    <w:lvl w:ilvl="0" w:tplc="F07A045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Verdana"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285749"/>
    <w:multiLevelType w:val="hybridMultilevel"/>
    <w:tmpl w:val="E47875AC"/>
    <w:lvl w:ilvl="0" w:tplc="CA8E4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75BC0"/>
    <w:multiLevelType w:val="hybridMultilevel"/>
    <w:tmpl w:val="40A437D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D9901C7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9" w15:restartNumberingAfterBreak="0">
    <w:nsid w:val="5DB36E60"/>
    <w:multiLevelType w:val="hybridMultilevel"/>
    <w:tmpl w:val="45DA43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743157DD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D60F6A"/>
    <w:multiLevelType w:val="hybridMultilevel"/>
    <w:tmpl w:val="F9108CEE"/>
    <w:lvl w:ilvl="0" w:tplc="CCCAEA10">
      <w:start w:val="1"/>
      <w:numFmt w:val="decimal"/>
      <w:lvlText w:val="%1."/>
      <w:lvlJc w:val="righ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19"/>
  </w:num>
  <w:num w:numId="7">
    <w:abstractNumId w:val="17"/>
  </w:num>
  <w:num w:numId="8">
    <w:abstractNumId w:val="10"/>
  </w:num>
  <w:num w:numId="9">
    <w:abstractNumId w:val="1"/>
  </w:num>
  <w:num w:numId="10">
    <w:abstractNumId w:val="16"/>
  </w:num>
  <w:num w:numId="11">
    <w:abstractNumId w:val="20"/>
  </w:num>
  <w:num w:numId="12">
    <w:abstractNumId w:val="8"/>
  </w:num>
  <w:num w:numId="13">
    <w:abstractNumId w:val="15"/>
  </w:num>
  <w:num w:numId="14">
    <w:abstractNumId w:val="7"/>
  </w:num>
  <w:num w:numId="15">
    <w:abstractNumId w:val="12"/>
  </w:num>
  <w:num w:numId="16">
    <w:abstractNumId w:val="6"/>
  </w:num>
  <w:num w:numId="17">
    <w:abstractNumId w:val="5"/>
  </w:num>
  <w:num w:numId="18">
    <w:abstractNumId w:val="21"/>
  </w:num>
  <w:num w:numId="19">
    <w:abstractNumId w:val="14"/>
  </w:num>
  <w:num w:numId="20">
    <w:abstractNumId w:val="11"/>
  </w:num>
  <w:num w:numId="21">
    <w:abstractNumId w:val="18"/>
  </w:num>
  <w:num w:numId="22">
    <w:abstractNumId w:val="13"/>
  </w:num>
  <w:num w:numId="23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563F"/>
    <w:rsid w:val="000241C8"/>
    <w:rsid w:val="00026F65"/>
    <w:rsid w:val="00032320"/>
    <w:rsid w:val="0003277E"/>
    <w:rsid w:val="00035D07"/>
    <w:rsid w:val="000409F4"/>
    <w:rsid w:val="00043CAF"/>
    <w:rsid w:val="00046F80"/>
    <w:rsid w:val="00056F8B"/>
    <w:rsid w:val="00057263"/>
    <w:rsid w:val="0006094B"/>
    <w:rsid w:val="00062388"/>
    <w:rsid w:val="00062F3B"/>
    <w:rsid w:val="00072412"/>
    <w:rsid w:val="0008128B"/>
    <w:rsid w:val="000877D0"/>
    <w:rsid w:val="000914CC"/>
    <w:rsid w:val="000A66E0"/>
    <w:rsid w:val="000B43DD"/>
    <w:rsid w:val="000C1FD6"/>
    <w:rsid w:val="000C6703"/>
    <w:rsid w:val="000C7B3F"/>
    <w:rsid w:val="000C7F45"/>
    <w:rsid w:val="000D1746"/>
    <w:rsid w:val="000E6267"/>
    <w:rsid w:val="000E6F21"/>
    <w:rsid w:val="000F3811"/>
    <w:rsid w:val="0010783D"/>
    <w:rsid w:val="00110784"/>
    <w:rsid w:val="00113C44"/>
    <w:rsid w:val="00113C99"/>
    <w:rsid w:val="0011554E"/>
    <w:rsid w:val="00116660"/>
    <w:rsid w:val="00125BE4"/>
    <w:rsid w:val="00136EC5"/>
    <w:rsid w:val="001409D2"/>
    <w:rsid w:val="0014311C"/>
    <w:rsid w:val="00144177"/>
    <w:rsid w:val="0015482E"/>
    <w:rsid w:val="001567FD"/>
    <w:rsid w:val="0016009A"/>
    <w:rsid w:val="00165FED"/>
    <w:rsid w:val="001677C7"/>
    <w:rsid w:val="001702D6"/>
    <w:rsid w:val="00171B9C"/>
    <w:rsid w:val="00174A9D"/>
    <w:rsid w:val="00176E11"/>
    <w:rsid w:val="00186BDC"/>
    <w:rsid w:val="0018708F"/>
    <w:rsid w:val="00191900"/>
    <w:rsid w:val="0019467A"/>
    <w:rsid w:val="00195198"/>
    <w:rsid w:val="00195434"/>
    <w:rsid w:val="001A7058"/>
    <w:rsid w:val="001B5B26"/>
    <w:rsid w:val="001B7E22"/>
    <w:rsid w:val="001C2B50"/>
    <w:rsid w:val="001C3D54"/>
    <w:rsid w:val="001D668B"/>
    <w:rsid w:val="001D769B"/>
    <w:rsid w:val="001E20A3"/>
    <w:rsid w:val="001E6E76"/>
    <w:rsid w:val="0020329F"/>
    <w:rsid w:val="0020507C"/>
    <w:rsid w:val="0020623A"/>
    <w:rsid w:val="002102B7"/>
    <w:rsid w:val="00210B50"/>
    <w:rsid w:val="00214B1B"/>
    <w:rsid w:val="002154CF"/>
    <w:rsid w:val="00216183"/>
    <w:rsid w:val="00222CEA"/>
    <w:rsid w:val="00222FE3"/>
    <w:rsid w:val="00224651"/>
    <w:rsid w:val="002410D0"/>
    <w:rsid w:val="00241D45"/>
    <w:rsid w:val="00253135"/>
    <w:rsid w:val="002566B0"/>
    <w:rsid w:val="00256A5C"/>
    <w:rsid w:val="00263222"/>
    <w:rsid w:val="00264259"/>
    <w:rsid w:val="00270266"/>
    <w:rsid w:val="0027141C"/>
    <w:rsid w:val="00273F6C"/>
    <w:rsid w:val="0027592C"/>
    <w:rsid w:val="00276CF7"/>
    <w:rsid w:val="002918C3"/>
    <w:rsid w:val="00293D48"/>
    <w:rsid w:val="00294B15"/>
    <w:rsid w:val="002965F9"/>
    <w:rsid w:val="00296D80"/>
    <w:rsid w:val="0029735F"/>
    <w:rsid w:val="002A6B45"/>
    <w:rsid w:val="002B1156"/>
    <w:rsid w:val="002B7C79"/>
    <w:rsid w:val="002C2453"/>
    <w:rsid w:val="002C3CB3"/>
    <w:rsid w:val="002C4A47"/>
    <w:rsid w:val="002D2E7D"/>
    <w:rsid w:val="002D559B"/>
    <w:rsid w:val="002D654A"/>
    <w:rsid w:val="002E3116"/>
    <w:rsid w:val="002E62A8"/>
    <w:rsid w:val="002F4266"/>
    <w:rsid w:val="00300A67"/>
    <w:rsid w:val="00302C1E"/>
    <w:rsid w:val="00306722"/>
    <w:rsid w:val="00307C0C"/>
    <w:rsid w:val="003139AF"/>
    <w:rsid w:val="0031440F"/>
    <w:rsid w:val="00315D09"/>
    <w:rsid w:val="00321507"/>
    <w:rsid w:val="00323192"/>
    <w:rsid w:val="00332C1E"/>
    <w:rsid w:val="003361D1"/>
    <w:rsid w:val="00337B06"/>
    <w:rsid w:val="003402C9"/>
    <w:rsid w:val="00340C27"/>
    <w:rsid w:val="00346E36"/>
    <w:rsid w:val="00350D94"/>
    <w:rsid w:val="003534DB"/>
    <w:rsid w:val="00363C6E"/>
    <w:rsid w:val="00365D6A"/>
    <w:rsid w:val="00372346"/>
    <w:rsid w:val="003740FB"/>
    <w:rsid w:val="00393235"/>
    <w:rsid w:val="003A314F"/>
    <w:rsid w:val="003A4FEE"/>
    <w:rsid w:val="003B23B8"/>
    <w:rsid w:val="003B288D"/>
    <w:rsid w:val="003B770A"/>
    <w:rsid w:val="003C07EB"/>
    <w:rsid w:val="003C445D"/>
    <w:rsid w:val="003C7197"/>
    <w:rsid w:val="003D1B22"/>
    <w:rsid w:val="003E4582"/>
    <w:rsid w:val="003F71B7"/>
    <w:rsid w:val="0040028D"/>
    <w:rsid w:val="004007F2"/>
    <w:rsid w:val="004023AC"/>
    <w:rsid w:val="0040602C"/>
    <w:rsid w:val="00406BC1"/>
    <w:rsid w:val="00411B4A"/>
    <w:rsid w:val="00415E81"/>
    <w:rsid w:val="00416194"/>
    <w:rsid w:val="0043172C"/>
    <w:rsid w:val="00433F66"/>
    <w:rsid w:val="004463B6"/>
    <w:rsid w:val="00452CC1"/>
    <w:rsid w:val="00452EE4"/>
    <w:rsid w:val="00474E03"/>
    <w:rsid w:val="00482884"/>
    <w:rsid w:val="004840A1"/>
    <w:rsid w:val="00491ABD"/>
    <w:rsid w:val="0049438C"/>
    <w:rsid w:val="0049661C"/>
    <w:rsid w:val="004A333D"/>
    <w:rsid w:val="004A4188"/>
    <w:rsid w:val="004A4FA5"/>
    <w:rsid w:val="004B1238"/>
    <w:rsid w:val="004B3123"/>
    <w:rsid w:val="004B739F"/>
    <w:rsid w:val="004C0670"/>
    <w:rsid w:val="004C0A21"/>
    <w:rsid w:val="004E1F5F"/>
    <w:rsid w:val="004E7E57"/>
    <w:rsid w:val="004F15A0"/>
    <w:rsid w:val="004F42D8"/>
    <w:rsid w:val="004F60F9"/>
    <w:rsid w:val="004F6399"/>
    <w:rsid w:val="004F7841"/>
    <w:rsid w:val="004F7DE0"/>
    <w:rsid w:val="00510C72"/>
    <w:rsid w:val="005137A9"/>
    <w:rsid w:val="005220A0"/>
    <w:rsid w:val="0052405B"/>
    <w:rsid w:val="00524E7F"/>
    <w:rsid w:val="0052538A"/>
    <w:rsid w:val="005268E5"/>
    <w:rsid w:val="005372B8"/>
    <w:rsid w:val="00540F6A"/>
    <w:rsid w:val="00547E75"/>
    <w:rsid w:val="005538D8"/>
    <w:rsid w:val="00566304"/>
    <w:rsid w:val="00570518"/>
    <w:rsid w:val="00570D9F"/>
    <w:rsid w:val="00571768"/>
    <w:rsid w:val="00572B40"/>
    <w:rsid w:val="005766DE"/>
    <w:rsid w:val="005903F0"/>
    <w:rsid w:val="00592147"/>
    <w:rsid w:val="00592B1E"/>
    <w:rsid w:val="00593C7D"/>
    <w:rsid w:val="00593CB3"/>
    <w:rsid w:val="005A31C9"/>
    <w:rsid w:val="005A33A4"/>
    <w:rsid w:val="005A532D"/>
    <w:rsid w:val="005A5EC1"/>
    <w:rsid w:val="005B04C6"/>
    <w:rsid w:val="005B0AE2"/>
    <w:rsid w:val="005B364B"/>
    <w:rsid w:val="005B645C"/>
    <w:rsid w:val="005E5A1C"/>
    <w:rsid w:val="005E6335"/>
    <w:rsid w:val="005F1183"/>
    <w:rsid w:val="005F589B"/>
    <w:rsid w:val="00601DA6"/>
    <w:rsid w:val="006051D4"/>
    <w:rsid w:val="00606A69"/>
    <w:rsid w:val="00612F8A"/>
    <w:rsid w:val="006152F5"/>
    <w:rsid w:val="00617DBB"/>
    <w:rsid w:val="00620E4A"/>
    <w:rsid w:val="00633717"/>
    <w:rsid w:val="00637F1C"/>
    <w:rsid w:val="00640573"/>
    <w:rsid w:val="00642CB8"/>
    <w:rsid w:val="006430E1"/>
    <w:rsid w:val="00651054"/>
    <w:rsid w:val="00653EA9"/>
    <w:rsid w:val="00656296"/>
    <w:rsid w:val="006644F9"/>
    <w:rsid w:val="006647B0"/>
    <w:rsid w:val="00664E07"/>
    <w:rsid w:val="00666E79"/>
    <w:rsid w:val="006747FC"/>
    <w:rsid w:val="0068214C"/>
    <w:rsid w:val="0068656F"/>
    <w:rsid w:val="00686838"/>
    <w:rsid w:val="006A2679"/>
    <w:rsid w:val="006A3B80"/>
    <w:rsid w:val="006B7438"/>
    <w:rsid w:val="006C72BB"/>
    <w:rsid w:val="006C73E0"/>
    <w:rsid w:val="006E65D1"/>
    <w:rsid w:val="006E6849"/>
    <w:rsid w:val="006F330F"/>
    <w:rsid w:val="00702A3D"/>
    <w:rsid w:val="007045EC"/>
    <w:rsid w:val="00707657"/>
    <w:rsid w:val="007110EF"/>
    <w:rsid w:val="00714B42"/>
    <w:rsid w:val="00725B3E"/>
    <w:rsid w:val="00726FCA"/>
    <w:rsid w:val="00730C26"/>
    <w:rsid w:val="00730EF8"/>
    <w:rsid w:val="00732BF5"/>
    <w:rsid w:val="007338E5"/>
    <w:rsid w:val="00733ED4"/>
    <w:rsid w:val="00734226"/>
    <w:rsid w:val="00737178"/>
    <w:rsid w:val="00740839"/>
    <w:rsid w:val="00741AD6"/>
    <w:rsid w:val="0075211C"/>
    <w:rsid w:val="00752625"/>
    <w:rsid w:val="007602A2"/>
    <w:rsid w:val="00761241"/>
    <w:rsid w:val="00765649"/>
    <w:rsid w:val="00767F4F"/>
    <w:rsid w:val="00773775"/>
    <w:rsid w:val="00773A45"/>
    <w:rsid w:val="00774A0B"/>
    <w:rsid w:val="00775328"/>
    <w:rsid w:val="0078247D"/>
    <w:rsid w:val="00787A32"/>
    <w:rsid w:val="00791B59"/>
    <w:rsid w:val="007929C3"/>
    <w:rsid w:val="00794CB8"/>
    <w:rsid w:val="007A6779"/>
    <w:rsid w:val="007A7825"/>
    <w:rsid w:val="007B041B"/>
    <w:rsid w:val="007B290D"/>
    <w:rsid w:val="007B6442"/>
    <w:rsid w:val="007B7E19"/>
    <w:rsid w:val="007C2AF6"/>
    <w:rsid w:val="007D6477"/>
    <w:rsid w:val="007D76CD"/>
    <w:rsid w:val="007E3B07"/>
    <w:rsid w:val="007E50E1"/>
    <w:rsid w:val="007E74F3"/>
    <w:rsid w:val="007F6881"/>
    <w:rsid w:val="00801639"/>
    <w:rsid w:val="00801D9C"/>
    <w:rsid w:val="0080574C"/>
    <w:rsid w:val="00807343"/>
    <w:rsid w:val="0081116D"/>
    <w:rsid w:val="0081455A"/>
    <w:rsid w:val="00814BB9"/>
    <w:rsid w:val="008157AE"/>
    <w:rsid w:val="00824AF2"/>
    <w:rsid w:val="00826611"/>
    <w:rsid w:val="00842F21"/>
    <w:rsid w:val="0085379D"/>
    <w:rsid w:val="008637F0"/>
    <w:rsid w:val="00863AED"/>
    <w:rsid w:val="00874DC8"/>
    <w:rsid w:val="0088034C"/>
    <w:rsid w:val="00881CFE"/>
    <w:rsid w:val="00887A29"/>
    <w:rsid w:val="00890942"/>
    <w:rsid w:val="00892EBC"/>
    <w:rsid w:val="00896C62"/>
    <w:rsid w:val="008B0E8F"/>
    <w:rsid w:val="008C730E"/>
    <w:rsid w:val="008D0F11"/>
    <w:rsid w:val="008D540E"/>
    <w:rsid w:val="008E6FCC"/>
    <w:rsid w:val="008F018E"/>
    <w:rsid w:val="008F0287"/>
    <w:rsid w:val="008F1094"/>
    <w:rsid w:val="008F50E6"/>
    <w:rsid w:val="008F57F8"/>
    <w:rsid w:val="008F6083"/>
    <w:rsid w:val="008F716C"/>
    <w:rsid w:val="008F73AA"/>
    <w:rsid w:val="008F797E"/>
    <w:rsid w:val="00903CCE"/>
    <w:rsid w:val="00905507"/>
    <w:rsid w:val="00930E98"/>
    <w:rsid w:val="00931229"/>
    <w:rsid w:val="00932DF7"/>
    <w:rsid w:val="00933C7B"/>
    <w:rsid w:val="009359DF"/>
    <w:rsid w:val="00935F01"/>
    <w:rsid w:val="009365C7"/>
    <w:rsid w:val="00944D9C"/>
    <w:rsid w:val="00945213"/>
    <w:rsid w:val="0094672F"/>
    <w:rsid w:val="00947B42"/>
    <w:rsid w:val="009544A9"/>
    <w:rsid w:val="009557B0"/>
    <w:rsid w:val="009604B8"/>
    <w:rsid w:val="00965773"/>
    <w:rsid w:val="00966049"/>
    <w:rsid w:val="009664DA"/>
    <w:rsid w:val="009668ED"/>
    <w:rsid w:val="00973FD9"/>
    <w:rsid w:val="00981AC9"/>
    <w:rsid w:val="0098321C"/>
    <w:rsid w:val="00984B58"/>
    <w:rsid w:val="0098743B"/>
    <w:rsid w:val="00987722"/>
    <w:rsid w:val="009964E8"/>
    <w:rsid w:val="009A085C"/>
    <w:rsid w:val="009A1927"/>
    <w:rsid w:val="009A221A"/>
    <w:rsid w:val="009A3C1C"/>
    <w:rsid w:val="009A421F"/>
    <w:rsid w:val="009B29A1"/>
    <w:rsid w:val="009B3E86"/>
    <w:rsid w:val="009B5A2D"/>
    <w:rsid w:val="009C51D3"/>
    <w:rsid w:val="009C6723"/>
    <w:rsid w:val="009D28C1"/>
    <w:rsid w:val="009D38D3"/>
    <w:rsid w:val="009E5F54"/>
    <w:rsid w:val="009F3E84"/>
    <w:rsid w:val="009F447C"/>
    <w:rsid w:val="00A006DF"/>
    <w:rsid w:val="00A112D7"/>
    <w:rsid w:val="00A11EB6"/>
    <w:rsid w:val="00A14D79"/>
    <w:rsid w:val="00A24E61"/>
    <w:rsid w:val="00A31A91"/>
    <w:rsid w:val="00A417BD"/>
    <w:rsid w:val="00A422AD"/>
    <w:rsid w:val="00A4498F"/>
    <w:rsid w:val="00A47553"/>
    <w:rsid w:val="00A50213"/>
    <w:rsid w:val="00A50565"/>
    <w:rsid w:val="00A73E60"/>
    <w:rsid w:val="00A751CE"/>
    <w:rsid w:val="00A84F3D"/>
    <w:rsid w:val="00A85571"/>
    <w:rsid w:val="00A91E82"/>
    <w:rsid w:val="00AB2E12"/>
    <w:rsid w:val="00AB5545"/>
    <w:rsid w:val="00AE0CF7"/>
    <w:rsid w:val="00AE4F69"/>
    <w:rsid w:val="00AE7E3E"/>
    <w:rsid w:val="00AF4515"/>
    <w:rsid w:val="00AF4BD2"/>
    <w:rsid w:val="00B000C5"/>
    <w:rsid w:val="00B0329B"/>
    <w:rsid w:val="00B066C7"/>
    <w:rsid w:val="00B2088C"/>
    <w:rsid w:val="00B226A6"/>
    <w:rsid w:val="00B2512D"/>
    <w:rsid w:val="00B33A91"/>
    <w:rsid w:val="00B3625B"/>
    <w:rsid w:val="00B43C31"/>
    <w:rsid w:val="00B445F5"/>
    <w:rsid w:val="00B46D4F"/>
    <w:rsid w:val="00B51BEF"/>
    <w:rsid w:val="00B5491C"/>
    <w:rsid w:val="00B5581A"/>
    <w:rsid w:val="00B57832"/>
    <w:rsid w:val="00B60A22"/>
    <w:rsid w:val="00B63CA6"/>
    <w:rsid w:val="00B66C44"/>
    <w:rsid w:val="00B67D81"/>
    <w:rsid w:val="00B73548"/>
    <w:rsid w:val="00B75A17"/>
    <w:rsid w:val="00B767A0"/>
    <w:rsid w:val="00B77DCF"/>
    <w:rsid w:val="00B80C2F"/>
    <w:rsid w:val="00B8529C"/>
    <w:rsid w:val="00B86D69"/>
    <w:rsid w:val="00B90BB2"/>
    <w:rsid w:val="00B91B51"/>
    <w:rsid w:val="00B95EFE"/>
    <w:rsid w:val="00BA4B03"/>
    <w:rsid w:val="00BA7C73"/>
    <w:rsid w:val="00BB1D4A"/>
    <w:rsid w:val="00BB6C81"/>
    <w:rsid w:val="00BC2828"/>
    <w:rsid w:val="00BC5439"/>
    <w:rsid w:val="00BD2059"/>
    <w:rsid w:val="00BD3411"/>
    <w:rsid w:val="00BD4F69"/>
    <w:rsid w:val="00BD5A81"/>
    <w:rsid w:val="00BD7A4E"/>
    <w:rsid w:val="00BF65E2"/>
    <w:rsid w:val="00C04FAF"/>
    <w:rsid w:val="00C113FD"/>
    <w:rsid w:val="00C13AED"/>
    <w:rsid w:val="00C152CC"/>
    <w:rsid w:val="00C26705"/>
    <w:rsid w:val="00C31DC8"/>
    <w:rsid w:val="00C324FB"/>
    <w:rsid w:val="00C4277C"/>
    <w:rsid w:val="00C47FCA"/>
    <w:rsid w:val="00C55E62"/>
    <w:rsid w:val="00C608BE"/>
    <w:rsid w:val="00C635D4"/>
    <w:rsid w:val="00C65576"/>
    <w:rsid w:val="00C6576A"/>
    <w:rsid w:val="00C77384"/>
    <w:rsid w:val="00C8080E"/>
    <w:rsid w:val="00C82D97"/>
    <w:rsid w:val="00C848A8"/>
    <w:rsid w:val="00C91AD9"/>
    <w:rsid w:val="00C93C03"/>
    <w:rsid w:val="00C9563F"/>
    <w:rsid w:val="00CA04E9"/>
    <w:rsid w:val="00CA139F"/>
    <w:rsid w:val="00CA3143"/>
    <w:rsid w:val="00CA6DDC"/>
    <w:rsid w:val="00CB11D9"/>
    <w:rsid w:val="00CB599D"/>
    <w:rsid w:val="00CB6B6F"/>
    <w:rsid w:val="00CC7037"/>
    <w:rsid w:val="00CD63B9"/>
    <w:rsid w:val="00CE032B"/>
    <w:rsid w:val="00CE1978"/>
    <w:rsid w:val="00CE5BBC"/>
    <w:rsid w:val="00CF74F7"/>
    <w:rsid w:val="00D01276"/>
    <w:rsid w:val="00D01AFB"/>
    <w:rsid w:val="00D03E21"/>
    <w:rsid w:val="00D11FF3"/>
    <w:rsid w:val="00D15A70"/>
    <w:rsid w:val="00D20359"/>
    <w:rsid w:val="00D34459"/>
    <w:rsid w:val="00D35507"/>
    <w:rsid w:val="00D43DEB"/>
    <w:rsid w:val="00D55F45"/>
    <w:rsid w:val="00D8344C"/>
    <w:rsid w:val="00D84373"/>
    <w:rsid w:val="00D96E0D"/>
    <w:rsid w:val="00D96FB5"/>
    <w:rsid w:val="00DA1CC9"/>
    <w:rsid w:val="00DA22B2"/>
    <w:rsid w:val="00DA37AA"/>
    <w:rsid w:val="00DA4EEB"/>
    <w:rsid w:val="00DB0D50"/>
    <w:rsid w:val="00DB1310"/>
    <w:rsid w:val="00DD16EF"/>
    <w:rsid w:val="00DE0251"/>
    <w:rsid w:val="00DE45DF"/>
    <w:rsid w:val="00DE4A00"/>
    <w:rsid w:val="00DE5648"/>
    <w:rsid w:val="00DE5731"/>
    <w:rsid w:val="00E012E4"/>
    <w:rsid w:val="00E03DF5"/>
    <w:rsid w:val="00E077E5"/>
    <w:rsid w:val="00E10050"/>
    <w:rsid w:val="00E149BF"/>
    <w:rsid w:val="00E1676A"/>
    <w:rsid w:val="00E20C48"/>
    <w:rsid w:val="00E3229C"/>
    <w:rsid w:val="00E3244F"/>
    <w:rsid w:val="00E418A0"/>
    <w:rsid w:val="00E44A2A"/>
    <w:rsid w:val="00E44F66"/>
    <w:rsid w:val="00E609FA"/>
    <w:rsid w:val="00E627C9"/>
    <w:rsid w:val="00E64E94"/>
    <w:rsid w:val="00E74319"/>
    <w:rsid w:val="00E779E5"/>
    <w:rsid w:val="00E80099"/>
    <w:rsid w:val="00E84705"/>
    <w:rsid w:val="00E87787"/>
    <w:rsid w:val="00E87E55"/>
    <w:rsid w:val="00E97696"/>
    <w:rsid w:val="00EB0384"/>
    <w:rsid w:val="00EB1923"/>
    <w:rsid w:val="00EB7210"/>
    <w:rsid w:val="00EC757E"/>
    <w:rsid w:val="00ED2EEC"/>
    <w:rsid w:val="00ED3815"/>
    <w:rsid w:val="00ED7AEB"/>
    <w:rsid w:val="00EE554F"/>
    <w:rsid w:val="00EE5C56"/>
    <w:rsid w:val="00EF0E18"/>
    <w:rsid w:val="00EF1D67"/>
    <w:rsid w:val="00EF5CAE"/>
    <w:rsid w:val="00EF62BC"/>
    <w:rsid w:val="00EF7E82"/>
    <w:rsid w:val="00F0156D"/>
    <w:rsid w:val="00F06677"/>
    <w:rsid w:val="00F07BA1"/>
    <w:rsid w:val="00F13AB5"/>
    <w:rsid w:val="00F155D0"/>
    <w:rsid w:val="00F172AA"/>
    <w:rsid w:val="00F25435"/>
    <w:rsid w:val="00F30BFC"/>
    <w:rsid w:val="00F40CBA"/>
    <w:rsid w:val="00F5641C"/>
    <w:rsid w:val="00F60080"/>
    <w:rsid w:val="00F650E8"/>
    <w:rsid w:val="00F67E10"/>
    <w:rsid w:val="00F730B4"/>
    <w:rsid w:val="00F75FDE"/>
    <w:rsid w:val="00F80F77"/>
    <w:rsid w:val="00F81170"/>
    <w:rsid w:val="00F8121A"/>
    <w:rsid w:val="00F82B67"/>
    <w:rsid w:val="00F8345D"/>
    <w:rsid w:val="00F85518"/>
    <w:rsid w:val="00FA0655"/>
    <w:rsid w:val="00FA1D59"/>
    <w:rsid w:val="00FA7362"/>
    <w:rsid w:val="00FB20D5"/>
    <w:rsid w:val="00FB497C"/>
    <w:rsid w:val="00FB5348"/>
    <w:rsid w:val="00FB5D18"/>
    <w:rsid w:val="00FC7ADA"/>
    <w:rsid w:val="00FD2496"/>
    <w:rsid w:val="00FD2896"/>
    <w:rsid w:val="00FD2FF4"/>
    <w:rsid w:val="00FD4FCF"/>
    <w:rsid w:val="00FD58A4"/>
    <w:rsid w:val="00FD5C82"/>
    <w:rsid w:val="00FD6563"/>
    <w:rsid w:val="00FE0712"/>
    <w:rsid w:val="00FE49B8"/>
    <w:rsid w:val="00FE6283"/>
    <w:rsid w:val="00FF12CF"/>
    <w:rsid w:val="00FF2B1B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A731063-283E-4124-8129-152FFC77A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183"/>
    <w:rPr>
      <w:sz w:val="24"/>
      <w:szCs w:val="24"/>
    </w:rPr>
  </w:style>
  <w:style w:type="paragraph" w:styleId="Nagwek1">
    <w:name w:val="heading 1"/>
    <w:basedOn w:val="Normalny"/>
    <w:qFormat/>
    <w:locked/>
    <w:rsid w:val="006C73E0"/>
    <w:pPr>
      <w:keepNext/>
      <w:numPr>
        <w:numId w:val="20"/>
      </w:numPr>
      <w:tabs>
        <w:tab w:val="left" w:pos="284"/>
      </w:tabs>
      <w:spacing w:line="276" w:lineRule="auto"/>
      <w:jc w:val="both"/>
      <w:outlineLvl w:val="0"/>
    </w:pPr>
    <w:rPr>
      <w:rFonts w:cs="Arial"/>
      <w:sz w:val="20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73E0"/>
    <w:pPr>
      <w:keepNext/>
      <w:numPr>
        <w:ilvl w:val="1"/>
        <w:numId w:val="2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73E0"/>
    <w:pPr>
      <w:keepNext/>
      <w:numPr>
        <w:ilvl w:val="2"/>
        <w:numId w:val="2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C73E0"/>
    <w:pPr>
      <w:keepNext/>
      <w:numPr>
        <w:ilvl w:val="3"/>
        <w:numId w:val="2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C73E0"/>
    <w:pPr>
      <w:numPr>
        <w:ilvl w:val="4"/>
        <w:numId w:val="2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C73E0"/>
    <w:pPr>
      <w:numPr>
        <w:ilvl w:val="5"/>
        <w:numId w:val="2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C73E0"/>
    <w:pPr>
      <w:numPr>
        <w:ilvl w:val="6"/>
        <w:numId w:val="20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C73E0"/>
    <w:pPr>
      <w:numPr>
        <w:ilvl w:val="7"/>
        <w:numId w:val="20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C73E0"/>
    <w:pPr>
      <w:numPr>
        <w:ilvl w:val="8"/>
        <w:numId w:val="2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0B43DD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styleId="Hipercze">
    <w:name w:val="Hyperlink"/>
    <w:rsid w:val="00686838"/>
    <w:rPr>
      <w:color w:val="0000FF"/>
      <w:u w:val="single"/>
    </w:rPr>
  </w:style>
  <w:style w:type="paragraph" w:styleId="Tytu">
    <w:name w:val="Title"/>
    <w:basedOn w:val="Normalny"/>
    <w:next w:val="Podtytu"/>
    <w:qFormat/>
    <w:rsid w:val="005E5A1C"/>
    <w:pPr>
      <w:suppressAutoHyphens/>
      <w:jc w:val="center"/>
    </w:pPr>
    <w:rPr>
      <w:b/>
      <w:lang w:eastAsia="ar-SA"/>
    </w:rPr>
  </w:style>
  <w:style w:type="paragraph" w:styleId="Tekstpodstawowywcity">
    <w:name w:val="Body Text Indent"/>
    <w:basedOn w:val="Normalny"/>
    <w:rsid w:val="005E5A1C"/>
    <w:pPr>
      <w:suppressAutoHyphens/>
      <w:spacing w:after="120"/>
      <w:ind w:left="283"/>
    </w:pPr>
    <w:rPr>
      <w:lang w:eastAsia="ar-SA"/>
    </w:rPr>
  </w:style>
  <w:style w:type="paragraph" w:styleId="Podtytu">
    <w:name w:val="Subtitle"/>
    <w:basedOn w:val="Normalny"/>
    <w:qFormat/>
    <w:rsid w:val="005E5A1C"/>
    <w:pPr>
      <w:spacing w:after="60"/>
      <w:jc w:val="center"/>
      <w:outlineLvl w:val="1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BD7A4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50E6"/>
    <w:rPr>
      <w:sz w:val="20"/>
      <w:szCs w:val="20"/>
    </w:rPr>
  </w:style>
  <w:style w:type="character" w:styleId="Odwoanieprzypisudolnego">
    <w:name w:val="footnote reference"/>
    <w:semiHidden/>
    <w:rsid w:val="008F50E6"/>
    <w:rPr>
      <w:vertAlign w:val="superscript"/>
    </w:rPr>
  </w:style>
  <w:style w:type="paragraph" w:styleId="Zwykytekst">
    <w:name w:val="Plain Text"/>
    <w:basedOn w:val="Normalny"/>
    <w:link w:val="ZwykytekstZnak"/>
    <w:rsid w:val="00933C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semiHidden/>
    <w:locked/>
    <w:rsid w:val="00933C7B"/>
    <w:rPr>
      <w:rFonts w:ascii="Courier New" w:hAnsi="Courier New" w:cs="Courier New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E20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1E20A3"/>
    <w:rPr>
      <w:sz w:val="24"/>
      <w:szCs w:val="24"/>
      <w:lang w:val="pl-PL" w:eastAsia="pl-PL" w:bidi="ar-SA"/>
    </w:rPr>
  </w:style>
  <w:style w:type="paragraph" w:customStyle="1" w:styleId="rozdzia">
    <w:name w:val="rozdział"/>
    <w:basedOn w:val="Normalny"/>
    <w:autoRedefine/>
    <w:rsid w:val="00171B9C"/>
    <w:pPr>
      <w:tabs>
        <w:tab w:val="left" w:pos="540"/>
        <w:tab w:val="left" w:pos="720"/>
      </w:tabs>
      <w:spacing w:before="120"/>
      <w:ind w:left="539" w:hanging="539"/>
      <w:jc w:val="both"/>
    </w:pPr>
    <w:rPr>
      <w:rFonts w:ascii="Calibri" w:hAnsi="Calibri" w:cs="Verdana"/>
      <w:bCs/>
      <w:sz w:val="22"/>
      <w:szCs w:val="22"/>
    </w:rPr>
  </w:style>
  <w:style w:type="table" w:styleId="Tabela-Siatka">
    <w:name w:val="Table Grid"/>
    <w:basedOn w:val="Standardowy"/>
    <w:rsid w:val="003B2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CE5BB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5BBC"/>
    <w:pPr>
      <w:shd w:val="clear" w:color="auto" w:fill="FFFFFF"/>
      <w:spacing w:after="60" w:line="0" w:lineRule="atLeast"/>
      <w:ind w:hanging="860"/>
    </w:pPr>
    <w:rPr>
      <w:sz w:val="21"/>
      <w:szCs w:val="21"/>
    </w:rPr>
  </w:style>
  <w:style w:type="character" w:customStyle="1" w:styleId="Nagwek2Znak">
    <w:name w:val="Nagłówek 2 Znak"/>
    <w:link w:val="Nagwek2"/>
    <w:semiHidden/>
    <w:rsid w:val="006C73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6C73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73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6C73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6C73E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6C73E0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semiHidden/>
    <w:rsid w:val="006C73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6C73E0"/>
    <w:rPr>
      <w:rFonts w:ascii="Cambria" w:eastAsia="Times New Roman" w:hAnsi="Cambria" w:cs="Times New Roman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5A31C9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5A31C9"/>
  </w:style>
  <w:style w:type="character" w:customStyle="1" w:styleId="TekstkomentarzaZnak">
    <w:name w:val="Tekst komentarza Znak"/>
    <w:basedOn w:val="Domylnaczcionkaakapitu"/>
    <w:link w:val="Tekstkomentarza"/>
    <w:semiHidden/>
    <w:rsid w:val="005A31C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31C9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31C9"/>
    <w:rPr>
      <w:b/>
      <w:bCs/>
      <w:sz w:val="24"/>
      <w:szCs w:val="24"/>
    </w:rPr>
  </w:style>
  <w:style w:type="paragraph" w:styleId="NormalnyWeb">
    <w:name w:val="Normal (Web)"/>
    <w:basedOn w:val="Normalny"/>
    <w:semiHidden/>
    <w:unhideWhenUsed/>
    <w:rsid w:val="00601DA6"/>
  </w:style>
  <w:style w:type="paragraph" w:styleId="Akapitzlist">
    <w:name w:val="List Paragraph"/>
    <w:basedOn w:val="Normalny"/>
    <w:uiPriority w:val="34"/>
    <w:qFormat/>
    <w:rsid w:val="00043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.kocur\Pulpit\Szablon%20retencja%20z%20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EA378-86F5-41B1-8B50-230AD66E8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retencja z LP</Template>
  <TotalTime>76</TotalTime>
  <Pages>3</Pages>
  <Words>1018</Words>
  <Characters>6109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7113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213</cp:revision>
  <cp:lastPrinted>2019-03-06T11:54:00Z</cp:lastPrinted>
  <dcterms:created xsi:type="dcterms:W3CDTF">2018-03-08T08:22:00Z</dcterms:created>
  <dcterms:modified xsi:type="dcterms:W3CDTF">2020-10-21T12:16:00Z</dcterms:modified>
  <cp:category/>
</cp:coreProperties>
</file>